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2E2E0F" w:rsidRPr="002E2E0F">
        <w:rPr>
          <w:rFonts w:ascii="Book Antiqua" w:hAnsi="Book Antiqua"/>
          <w:b/>
          <w:color w:val="000000"/>
        </w:rPr>
        <w:t xml:space="preserve">Richiesta di preventivo ai sensi dell’art. 50, comma 1, lett. b) del D. Lgs. 36/2023 e </w:t>
      </w:r>
      <w:proofErr w:type="spellStart"/>
      <w:r w:rsidR="002E2E0F" w:rsidRPr="002E2E0F">
        <w:rPr>
          <w:rFonts w:ascii="Book Antiqua" w:hAnsi="Book Antiqua"/>
          <w:b/>
          <w:color w:val="000000"/>
        </w:rPr>
        <w:t>s.m.i.</w:t>
      </w:r>
      <w:proofErr w:type="spellEnd"/>
      <w:r w:rsidR="002E2E0F" w:rsidRPr="002E2E0F">
        <w:rPr>
          <w:rFonts w:ascii="Book Antiqua" w:hAnsi="Book Antiqua"/>
          <w:b/>
          <w:color w:val="000000"/>
        </w:rPr>
        <w:t xml:space="preserve"> per la fornitura biennale in regime di somministrazione della specialità medicinale di cui al seguente principio attivo “FENOLO” Soluzione acquosa iniettabile sterile ed apirogena 6%, fiala da 10 ml – ATC N01BX03</w:t>
      </w:r>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r w:rsidR="002E2E0F">
        <w:rPr>
          <w:rFonts w:ascii="Book Antiqua" w:hAnsi="Book Antiqua" w:cs="Tahoma"/>
          <w:b/>
        </w:rPr>
        <w:t>.</w:t>
      </w:r>
      <w:bookmarkStart w:id="1" w:name="_GoBack"/>
      <w:bookmarkEnd w:id="1"/>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625C5B">
        <w:t>Commissario Straordinario,</w:t>
      </w:r>
      <w:r>
        <w:t xml:space="preserve"> dott.</w:t>
      </w:r>
      <w:r w:rsidR="00625C5B">
        <w:t xml:space="preserve"> Giuseppe Pasqualone</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 xml:space="preserve">Nel Patto sono stabilite reciproche e formali obbligazioni tra l’A.O.U. di Foggia e l’Operatore Economico partecipante alla procedura di gara ed eventualmente aggiudicataria della gara medesima, affinché i propri </w:t>
      </w:r>
      <w:r w:rsidRPr="004A1B0E">
        <w:lastRenderedPageBreak/>
        <w:t>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lastRenderedPageBreak/>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lastRenderedPageBreak/>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6EE" w:rsidRDefault="00B356EE" w:rsidP="00905314">
      <w:r>
        <w:separator/>
      </w:r>
    </w:p>
  </w:endnote>
  <w:endnote w:type="continuationSeparator" w:id="0">
    <w:p w:rsidR="00B356EE" w:rsidRDefault="00B356EE"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6EE" w:rsidRDefault="00B356EE" w:rsidP="00905314">
      <w:r>
        <w:separator/>
      </w:r>
    </w:p>
  </w:footnote>
  <w:footnote w:type="continuationSeparator" w:id="0">
    <w:p w:rsidR="00B356EE" w:rsidRDefault="00B356EE"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47790"/>
    <w:rsid w:val="00150E9D"/>
    <w:rsid w:val="00152390"/>
    <w:rsid w:val="00174C28"/>
    <w:rsid w:val="0018329B"/>
    <w:rsid w:val="00196C12"/>
    <w:rsid w:val="001B099F"/>
    <w:rsid w:val="001C4D18"/>
    <w:rsid w:val="001E0684"/>
    <w:rsid w:val="00227B1E"/>
    <w:rsid w:val="00230AB9"/>
    <w:rsid w:val="00260C6F"/>
    <w:rsid w:val="00294795"/>
    <w:rsid w:val="002B2AA1"/>
    <w:rsid w:val="002C6CF1"/>
    <w:rsid w:val="002E2E0F"/>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1C4A"/>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25C5B"/>
    <w:rsid w:val="006354FE"/>
    <w:rsid w:val="00664FAF"/>
    <w:rsid w:val="006A2321"/>
    <w:rsid w:val="006E33B4"/>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968DA"/>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356EE"/>
    <w:rsid w:val="00B97041"/>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B0EEE"/>
    <w:rsid w:val="00DE6C0C"/>
    <w:rsid w:val="00DF52E2"/>
    <w:rsid w:val="00E30DC3"/>
    <w:rsid w:val="00E37D27"/>
    <w:rsid w:val="00E65B77"/>
    <w:rsid w:val="00E84C95"/>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B931AE"/>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B7959D-EBCB-4885-BC59-7A9F23FB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13</TotalTime>
  <Pages>1</Pages>
  <Words>2013</Words>
  <Characters>11478</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35</cp:revision>
  <cp:lastPrinted>2022-06-14T08:52:00Z</cp:lastPrinted>
  <dcterms:created xsi:type="dcterms:W3CDTF">2023-05-04T10:27:00Z</dcterms:created>
  <dcterms:modified xsi:type="dcterms:W3CDTF">2025-05-28T09:20:00Z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